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675C" w:rsidRPr="001C71EB" w:rsidRDefault="00BB74DA" w:rsidP="001C71EB">
      <w:pPr>
        <w:jc w:val="center"/>
        <w:rPr>
          <w:rFonts w:ascii="Bell MT" w:hAnsi="Bell MT"/>
          <w:b/>
          <w:sz w:val="32"/>
          <w:szCs w:val="32"/>
        </w:rPr>
      </w:pPr>
      <w:bookmarkStart w:id="0" w:name="_GoBack"/>
      <w:bookmarkEnd w:id="0"/>
      <w:r w:rsidRPr="001C71EB">
        <w:rPr>
          <w:rFonts w:ascii="Bell MT" w:hAnsi="Bell MT"/>
          <w:b/>
          <w:sz w:val="32"/>
          <w:szCs w:val="32"/>
        </w:rPr>
        <w:t>Alec Moore and the evil Demento</w:t>
      </w:r>
      <w:r w:rsidR="00602101" w:rsidRPr="001C71EB">
        <w:rPr>
          <w:rFonts w:ascii="Bell MT" w:hAnsi="Bell MT"/>
          <w:b/>
          <w:sz w:val="32"/>
          <w:szCs w:val="32"/>
        </w:rPr>
        <w:t>rs</w:t>
      </w:r>
    </w:p>
    <w:p w:rsidR="00602101" w:rsidRPr="001C71EB" w:rsidRDefault="00602101" w:rsidP="00602101">
      <w:pPr>
        <w:rPr>
          <w:rFonts w:ascii="Bell MT" w:hAnsi="Bell MT"/>
          <w:sz w:val="24"/>
          <w:szCs w:val="24"/>
        </w:rPr>
      </w:pPr>
      <w:r w:rsidRPr="001C71EB">
        <w:rPr>
          <w:rFonts w:ascii="Bell MT" w:hAnsi="Bell MT"/>
          <w:sz w:val="24"/>
          <w:szCs w:val="24"/>
        </w:rPr>
        <w:t xml:space="preserve">Many, many years ago in ancient Auckland </w:t>
      </w:r>
      <w:r w:rsidR="00F90FEB" w:rsidRPr="001C71EB">
        <w:rPr>
          <w:rFonts w:ascii="Bell MT" w:hAnsi="Bell MT"/>
          <w:sz w:val="24"/>
          <w:szCs w:val="24"/>
        </w:rPr>
        <w:t xml:space="preserve">was </w:t>
      </w:r>
      <w:r w:rsidRPr="001C71EB">
        <w:rPr>
          <w:rFonts w:ascii="Bell MT" w:hAnsi="Bell MT"/>
          <w:sz w:val="24"/>
          <w:szCs w:val="24"/>
        </w:rPr>
        <w:t xml:space="preserve">a Town called </w:t>
      </w:r>
      <w:proofErr w:type="gramStart"/>
      <w:r w:rsidRPr="001C71EB">
        <w:rPr>
          <w:rFonts w:ascii="Bell MT" w:hAnsi="Bell MT"/>
          <w:sz w:val="24"/>
          <w:szCs w:val="24"/>
        </w:rPr>
        <w:t>Alecville.</w:t>
      </w:r>
      <w:proofErr w:type="gramEnd"/>
      <w:r w:rsidRPr="001C71EB">
        <w:rPr>
          <w:rFonts w:ascii="Bell MT" w:hAnsi="Bell MT"/>
          <w:sz w:val="24"/>
          <w:szCs w:val="24"/>
        </w:rPr>
        <w:t xml:space="preserve"> The Town was called Alecville because there is a hero in Alecville and his name i</w:t>
      </w:r>
      <w:r w:rsidR="00F90FEB" w:rsidRPr="001C71EB">
        <w:rPr>
          <w:rFonts w:ascii="Bell MT" w:hAnsi="Bell MT"/>
          <w:sz w:val="24"/>
          <w:szCs w:val="24"/>
        </w:rPr>
        <w:t xml:space="preserve">s Alec. He was no ordinary hero, </w:t>
      </w:r>
      <w:r w:rsidRPr="001C71EB">
        <w:rPr>
          <w:rFonts w:ascii="Bell MT" w:hAnsi="Bell MT"/>
          <w:sz w:val="24"/>
          <w:szCs w:val="24"/>
        </w:rPr>
        <w:t>he was stronger and more forceful then other heroes. He had fought really hard to save his Town. Alec’s skills were that he had a flying suit. The flying suit would help him</w:t>
      </w:r>
      <w:r w:rsidR="00BB74DA" w:rsidRPr="001C71EB">
        <w:rPr>
          <w:rFonts w:ascii="Bell MT" w:hAnsi="Bell MT"/>
          <w:sz w:val="24"/>
          <w:szCs w:val="24"/>
        </w:rPr>
        <w:t xml:space="preserve"> if he needed to fly over something and the flying suit is really easy to put on all you need to do is strap it on. Alec also has an invisibility suit that makes him invisible. The last skill that Alec has is fiery eyes. His fiery eyes make him shoot out fire from his eyes.</w:t>
      </w:r>
    </w:p>
    <w:p w:rsidR="00BB74DA" w:rsidRPr="001C71EB" w:rsidRDefault="00BB74DA" w:rsidP="00602101">
      <w:pPr>
        <w:rPr>
          <w:rFonts w:ascii="Bell MT" w:hAnsi="Bell MT"/>
          <w:sz w:val="24"/>
          <w:szCs w:val="24"/>
        </w:rPr>
      </w:pPr>
      <w:r w:rsidRPr="001C71EB">
        <w:rPr>
          <w:rFonts w:ascii="Bell MT" w:hAnsi="Bell MT"/>
          <w:sz w:val="24"/>
          <w:szCs w:val="24"/>
        </w:rPr>
        <w:t>Alec also has a sidekick and the side kick is a really smart monkey called Dave.</w:t>
      </w:r>
      <w:r w:rsidR="00D55BCD" w:rsidRPr="001C71EB">
        <w:rPr>
          <w:rFonts w:ascii="Bell MT" w:hAnsi="Bell MT"/>
          <w:sz w:val="24"/>
          <w:szCs w:val="24"/>
        </w:rPr>
        <w:t xml:space="preserve"> Dave follows him everywhere and always helps Alec. Alec is very strong and is as fast as a cheetah. Alec is also really brave because if he ever had </w:t>
      </w:r>
      <w:r w:rsidR="006B675C" w:rsidRPr="001C71EB">
        <w:rPr>
          <w:rFonts w:ascii="Bell MT" w:hAnsi="Bell MT"/>
          <w:sz w:val="24"/>
          <w:szCs w:val="24"/>
        </w:rPr>
        <w:t>got hurt he would’ve not cried. The weird thing about Alec is that every day he wears black clothes. He wears black clothes because his dad always used to give him black clothes every day.</w:t>
      </w:r>
    </w:p>
    <w:p w:rsidR="006B675C" w:rsidRPr="001C71EB" w:rsidRDefault="006B675C" w:rsidP="00602101">
      <w:pPr>
        <w:rPr>
          <w:rFonts w:ascii="Bell MT" w:hAnsi="Bell MT"/>
          <w:sz w:val="24"/>
          <w:szCs w:val="24"/>
        </w:rPr>
      </w:pPr>
      <w:r w:rsidRPr="001C71EB">
        <w:rPr>
          <w:rFonts w:ascii="Bell MT" w:hAnsi="Bell MT"/>
          <w:sz w:val="24"/>
          <w:szCs w:val="24"/>
        </w:rPr>
        <w:t>One day Alec was minding his own business when he saw some water freeze to ice. When water freezes to ice you know there must be</w:t>
      </w:r>
      <w:r w:rsidR="009A6C35" w:rsidRPr="001C71EB">
        <w:rPr>
          <w:rFonts w:ascii="Bell MT" w:hAnsi="Bell MT"/>
          <w:sz w:val="24"/>
          <w:szCs w:val="24"/>
        </w:rPr>
        <w:t xml:space="preserve"> a Dementor near</w:t>
      </w:r>
      <w:r w:rsidR="004D00B1" w:rsidRPr="001C71EB">
        <w:rPr>
          <w:rFonts w:ascii="Bell MT" w:hAnsi="Bell MT"/>
          <w:sz w:val="24"/>
          <w:szCs w:val="24"/>
        </w:rPr>
        <w:t>by. There was because as Alec was circling a corner because he wanted to see if there was a Dementor he saw a Dementor. Dementors are really fast to suck your soul out so you have to be quick to fight back. Alec was quick to fight back. Alec used his strong powers to fight the Dementor</w:t>
      </w:r>
      <w:r w:rsidR="00865AD3" w:rsidRPr="001C71EB">
        <w:rPr>
          <w:rFonts w:ascii="Bell MT" w:hAnsi="Bell MT"/>
          <w:sz w:val="24"/>
          <w:szCs w:val="24"/>
        </w:rPr>
        <w:t xml:space="preserve"> and he had won. After he had bet the Dementor he asked himself “I have had enough of Dementors coming to my Town I am going to go to their Town and kill the Dementors because there dreadful creatures”. And I’ve got to get </w:t>
      </w:r>
      <w:r w:rsidR="00534E66" w:rsidRPr="001C71EB">
        <w:rPr>
          <w:rFonts w:ascii="Bell MT" w:hAnsi="Bell MT"/>
          <w:sz w:val="24"/>
          <w:szCs w:val="24"/>
        </w:rPr>
        <w:t>there before the sun goes down. The next day in the morning Alec and Dave started their quest to kill the dreadful Dementors and come back to his Town. Once Alec and Dave had got on the pathway straight away Dave told Alec “Boo bee trap boo bee trap” “Where is the boo bee trap Dave” Alec asked. “</w:t>
      </w:r>
      <w:r w:rsidR="00873C4D" w:rsidRPr="001C71EB">
        <w:rPr>
          <w:rFonts w:ascii="Bell MT" w:hAnsi="Bell MT"/>
          <w:sz w:val="24"/>
          <w:szCs w:val="24"/>
        </w:rPr>
        <w:t>You were just about to step on it” Dave said back. “Thank you for saving me Dave” told Alec. “It’s all right” said Dave. As they kept walking there was more and more boo bee traps and Dave kept saving him. Once they were halfway of Dementville</w:t>
      </w:r>
      <w:r w:rsidR="00060CB8" w:rsidRPr="001C71EB">
        <w:rPr>
          <w:rFonts w:ascii="Bell MT" w:hAnsi="Bell MT"/>
          <w:sz w:val="24"/>
          <w:szCs w:val="24"/>
        </w:rPr>
        <w:t xml:space="preserve"> it was twelve o-clock and the sun was right up in the sky. After a long time of walking they had finally got there. And the sun had just got down so they lived. Once they had got in the Town they said quietly that they were going to find a place to sleep and in the morning they were going to start fighting.</w:t>
      </w:r>
    </w:p>
    <w:p w:rsidR="00060CB8" w:rsidRPr="001C71EB" w:rsidRDefault="00060CB8" w:rsidP="00465710">
      <w:pPr>
        <w:rPr>
          <w:rFonts w:ascii="Bell MT" w:hAnsi="Bell MT"/>
          <w:sz w:val="24"/>
          <w:szCs w:val="24"/>
        </w:rPr>
      </w:pPr>
      <w:r w:rsidRPr="001C71EB">
        <w:rPr>
          <w:rFonts w:ascii="Bell MT" w:hAnsi="Bell MT"/>
          <w:sz w:val="24"/>
          <w:szCs w:val="24"/>
        </w:rPr>
        <w:t>In the morning they didn’t have breakfast all they did was get ready to fight.</w:t>
      </w:r>
      <w:r w:rsidR="007725CA" w:rsidRPr="001C71EB">
        <w:rPr>
          <w:rFonts w:ascii="Bell MT" w:hAnsi="Bell MT"/>
          <w:sz w:val="24"/>
          <w:szCs w:val="24"/>
        </w:rPr>
        <w:t xml:space="preserve"> Once they had gotten ready they went </w:t>
      </w:r>
      <w:r w:rsidR="00AE7E81" w:rsidRPr="001C71EB">
        <w:rPr>
          <w:rFonts w:ascii="Bell MT" w:hAnsi="Bell MT"/>
          <w:sz w:val="24"/>
          <w:szCs w:val="24"/>
        </w:rPr>
        <w:t>into the very heart of the Town where the kingdom was and where the king Dementor was. Before they were going to go in they would need a plan so they did make a plan. Once they had made a plan they went in. But the plan was to go in from the roof and sneak in so the guards wouldn’t see them. And when they had got inside they had started to fight. Alec used his fiery eyes to kill the Dementors and Dave used his kung</w:t>
      </w:r>
      <w:r w:rsidR="00963407" w:rsidRPr="001C71EB">
        <w:rPr>
          <w:rFonts w:ascii="Bell MT" w:hAnsi="Bell MT"/>
          <w:sz w:val="24"/>
          <w:szCs w:val="24"/>
        </w:rPr>
        <w:t xml:space="preserve"> fu skills.</w:t>
      </w:r>
      <w:r w:rsidR="001B5E57" w:rsidRPr="001C71EB">
        <w:rPr>
          <w:rFonts w:ascii="Bell MT" w:hAnsi="Bell MT"/>
          <w:sz w:val="24"/>
          <w:szCs w:val="24"/>
        </w:rPr>
        <w:t xml:space="preserve"> After a long time of fighting Dave had died. Dave had died because one of the Dementors sucked his soul out millions of times.</w:t>
      </w:r>
      <w:r w:rsidR="00465710" w:rsidRPr="001C71EB">
        <w:rPr>
          <w:rFonts w:ascii="Bell MT" w:hAnsi="Bell MT"/>
          <w:sz w:val="24"/>
          <w:szCs w:val="24"/>
        </w:rPr>
        <w:t xml:space="preserve"> Once Dave had died Alec told himself “Please don’t die I need you”. But it didn’t work. Once Alec had stopped talking the king Dementor asked “Do you want some money because you have bet us”. “No I don’t want your money because all I had come for is to kill your Dementors so your Dementors don’t kill my people from my Town. Once they had a discussion</w:t>
      </w:r>
      <w:r w:rsidR="003D1B9A" w:rsidRPr="001C71EB">
        <w:rPr>
          <w:rFonts w:ascii="Bell MT" w:hAnsi="Bell MT"/>
          <w:sz w:val="24"/>
          <w:szCs w:val="24"/>
        </w:rPr>
        <w:t xml:space="preserve"> Alec told the Dementor “I better </w:t>
      </w:r>
      <w:r w:rsidR="003D1B9A" w:rsidRPr="001C71EB">
        <w:rPr>
          <w:rFonts w:ascii="Bell MT" w:hAnsi="Bell MT"/>
          <w:sz w:val="24"/>
          <w:szCs w:val="24"/>
        </w:rPr>
        <w:lastRenderedPageBreak/>
        <w:t>be off because I won’t have time to celebrate my victory at my Town”. Then after he had told the king Dementor, he used his flying suit and his invisibility suit to fly out of the kingdom and so he wouldn’t be seen. Before he was going to go back to his Town he wanted to go to sleep because it was dark so he went to find a place</w:t>
      </w:r>
      <w:r w:rsidR="00B57638" w:rsidRPr="001C71EB">
        <w:rPr>
          <w:rFonts w:ascii="Bell MT" w:hAnsi="Bell MT"/>
          <w:sz w:val="24"/>
          <w:szCs w:val="24"/>
        </w:rPr>
        <w:t xml:space="preserve"> to sleep.</w:t>
      </w:r>
    </w:p>
    <w:p w:rsidR="00B57638" w:rsidRPr="001C71EB" w:rsidRDefault="00B57638" w:rsidP="00465710">
      <w:pPr>
        <w:rPr>
          <w:rFonts w:ascii="Bell MT" w:hAnsi="Bell MT"/>
          <w:sz w:val="24"/>
          <w:szCs w:val="24"/>
        </w:rPr>
      </w:pPr>
      <w:r w:rsidRPr="001C71EB">
        <w:rPr>
          <w:rFonts w:ascii="Bell MT" w:hAnsi="Bell MT"/>
          <w:sz w:val="24"/>
          <w:szCs w:val="24"/>
        </w:rPr>
        <w:t>In the morning he didn’t have breakfast again all he did was strap on his flying suit and put on his invisibility suit. Once he had done that he took off. Since Alec was in the air he didn’t have to worry about boob bee traps so he was fine. After twelve hours of flying he was back.</w:t>
      </w:r>
    </w:p>
    <w:p w:rsidR="00B57638" w:rsidRPr="001C71EB" w:rsidRDefault="00B57638" w:rsidP="00465710">
      <w:pPr>
        <w:rPr>
          <w:rFonts w:ascii="Bell MT" w:hAnsi="Bell MT"/>
          <w:sz w:val="24"/>
          <w:szCs w:val="24"/>
        </w:rPr>
      </w:pPr>
      <w:r w:rsidRPr="001C71EB">
        <w:rPr>
          <w:rFonts w:ascii="Bell MT" w:hAnsi="Bell MT"/>
          <w:sz w:val="24"/>
          <w:szCs w:val="24"/>
        </w:rPr>
        <w:t>When he had landed everyone had come to congratulate Alec and people asked him what happened and how he had defeated the Dementors.</w:t>
      </w:r>
    </w:p>
    <w:p w:rsidR="006B675C" w:rsidRPr="006B675C" w:rsidRDefault="006B675C" w:rsidP="00602101">
      <w:pPr>
        <w:rPr>
          <w:sz w:val="32"/>
          <w:szCs w:val="32"/>
        </w:rPr>
      </w:pPr>
    </w:p>
    <w:p w:rsidR="00BB74DA" w:rsidRDefault="00BB74DA" w:rsidP="00602101">
      <w:pPr>
        <w:rPr>
          <w:sz w:val="36"/>
          <w:szCs w:val="36"/>
        </w:rPr>
      </w:pPr>
    </w:p>
    <w:p w:rsidR="00BB74DA" w:rsidRDefault="00BB74DA" w:rsidP="00602101">
      <w:pPr>
        <w:rPr>
          <w:sz w:val="36"/>
          <w:szCs w:val="36"/>
        </w:rPr>
      </w:pPr>
    </w:p>
    <w:p w:rsidR="00BB74DA" w:rsidRDefault="00BB74DA" w:rsidP="00602101">
      <w:pPr>
        <w:rPr>
          <w:sz w:val="36"/>
          <w:szCs w:val="36"/>
        </w:rPr>
      </w:pPr>
    </w:p>
    <w:p w:rsidR="00BB74DA" w:rsidRPr="00602101" w:rsidRDefault="00BB74DA" w:rsidP="00602101">
      <w:pPr>
        <w:rPr>
          <w:sz w:val="36"/>
          <w:szCs w:val="36"/>
        </w:rPr>
      </w:pPr>
    </w:p>
    <w:p w:rsidR="001B5E57" w:rsidRPr="00602101" w:rsidRDefault="001B5E57">
      <w:pPr>
        <w:rPr>
          <w:sz w:val="36"/>
          <w:szCs w:val="36"/>
        </w:rPr>
      </w:pPr>
    </w:p>
    <w:sectPr w:rsidR="001B5E57" w:rsidRPr="0060210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ell MT">
    <w:panose1 w:val="020205030603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2101"/>
    <w:rsid w:val="00060CB8"/>
    <w:rsid w:val="001B5E57"/>
    <w:rsid w:val="001C71EB"/>
    <w:rsid w:val="002B4A46"/>
    <w:rsid w:val="003D1B9A"/>
    <w:rsid w:val="00465710"/>
    <w:rsid w:val="004D00B1"/>
    <w:rsid w:val="00534E66"/>
    <w:rsid w:val="00602101"/>
    <w:rsid w:val="006B675C"/>
    <w:rsid w:val="007725CA"/>
    <w:rsid w:val="00865AD3"/>
    <w:rsid w:val="00873C4D"/>
    <w:rsid w:val="00963407"/>
    <w:rsid w:val="009A6C35"/>
    <w:rsid w:val="00AE7E81"/>
    <w:rsid w:val="00B57638"/>
    <w:rsid w:val="00BB74DA"/>
    <w:rsid w:val="00D55BCD"/>
    <w:rsid w:val="00DC61B8"/>
    <w:rsid w:val="00F90FEB"/>
  </w:rsids>
  <m:mathPr>
    <m:mathFont m:val="Cambria Math"/>
    <m:brkBin m:val="before"/>
    <m:brkBinSub m:val="--"/>
    <m:smallFrac m:val="0"/>
    <m:dispDef/>
    <m:lMargin m:val="0"/>
    <m:rMargin m:val="0"/>
    <m:defJc m:val="centerGroup"/>
    <m:wrapIndent m:val="1440"/>
    <m:intLim m:val="subSup"/>
    <m:naryLim m:val="undOvr"/>
  </m:mathPr>
  <w:themeFontLang w:val="en-N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207C44B2</Template>
  <TotalTime>146</TotalTime>
  <Pages>2</Pages>
  <Words>658</Words>
  <Characters>3752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u_wkstn0001</dc:creator>
  <cp:keywords/>
  <dc:description/>
  <cp:lastModifiedBy>u_wkstn0001</cp:lastModifiedBy>
  <cp:revision>9</cp:revision>
  <dcterms:created xsi:type="dcterms:W3CDTF">2011-07-05T01:43:00Z</dcterms:created>
  <dcterms:modified xsi:type="dcterms:W3CDTF">2011-07-14T01:34:00Z</dcterms:modified>
</cp:coreProperties>
</file>